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5183148"/>
    <w:rsid w:val="17606A91"/>
    <w:rsid w:val="196D01B0"/>
    <w:rsid w:val="267902DE"/>
    <w:rsid w:val="3F8226A1"/>
    <w:rsid w:val="430517D3"/>
    <w:rsid w:val="47E84CC7"/>
    <w:rsid w:val="48E119AF"/>
    <w:rsid w:val="546548AF"/>
    <w:rsid w:val="6AA2341B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2022-06-27T04:08:00Z</cp:lastPrinted>
  <dcterms:modified xsi:type="dcterms:W3CDTF">2022-06-27T04:11:22Z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